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13887" w14:textId="77777777" w:rsidR="006E5D65" w:rsidRPr="000B43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43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4314">
        <w:rPr>
          <w:rFonts w:ascii="Corbel" w:hAnsi="Corbel"/>
          <w:bCs/>
          <w:i/>
          <w:sz w:val="24"/>
          <w:szCs w:val="24"/>
        </w:rPr>
        <w:t>1.5</w:t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43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431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4314">
        <w:rPr>
          <w:rFonts w:ascii="Corbel" w:hAnsi="Corbel"/>
          <w:bCs/>
          <w:i/>
          <w:sz w:val="24"/>
          <w:szCs w:val="24"/>
        </w:rPr>
        <w:t>12/2019</w:t>
      </w:r>
    </w:p>
    <w:p w14:paraId="0CD26B16" w14:textId="77777777" w:rsidR="0085747A" w:rsidRPr="000B43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SYLABUS</w:t>
      </w:r>
    </w:p>
    <w:p w14:paraId="7F62EEE0" w14:textId="77777777" w:rsidR="0085747A" w:rsidRPr="000B43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0B4314">
        <w:rPr>
          <w:rFonts w:ascii="Corbel" w:hAnsi="Corbel"/>
          <w:b/>
          <w:smallCaps/>
          <w:sz w:val="24"/>
          <w:szCs w:val="24"/>
        </w:rPr>
        <w:t>20</w:t>
      </w:r>
      <w:r w:rsidR="0048088B">
        <w:rPr>
          <w:rFonts w:ascii="Corbel" w:hAnsi="Corbel"/>
          <w:b/>
          <w:smallCaps/>
          <w:sz w:val="24"/>
          <w:szCs w:val="24"/>
        </w:rPr>
        <w:t>22</w:t>
      </w:r>
      <w:r w:rsidR="003E72EB" w:rsidRPr="000B4314">
        <w:rPr>
          <w:rFonts w:ascii="Corbel" w:hAnsi="Corbel"/>
          <w:b/>
          <w:smallCaps/>
          <w:sz w:val="24"/>
          <w:szCs w:val="24"/>
        </w:rPr>
        <w:t xml:space="preserve"> - 20</w:t>
      </w:r>
      <w:r w:rsidR="0048088B">
        <w:rPr>
          <w:rFonts w:ascii="Corbel" w:hAnsi="Corbel"/>
          <w:b/>
          <w:smallCaps/>
          <w:sz w:val="24"/>
          <w:szCs w:val="24"/>
        </w:rPr>
        <w:t>25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172F6F2" w14:textId="77777777" w:rsidR="0085747A" w:rsidRPr="000B43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B4314">
        <w:rPr>
          <w:rFonts w:ascii="Corbel" w:hAnsi="Corbel"/>
          <w:i/>
          <w:sz w:val="24"/>
          <w:szCs w:val="24"/>
        </w:rPr>
        <w:t>(skrajne daty</w:t>
      </w:r>
      <w:r w:rsidR="0085747A" w:rsidRPr="000B4314">
        <w:rPr>
          <w:rFonts w:ascii="Corbel" w:hAnsi="Corbel"/>
          <w:sz w:val="24"/>
          <w:szCs w:val="24"/>
        </w:rPr>
        <w:t>)</w:t>
      </w:r>
    </w:p>
    <w:p w14:paraId="0278673A" w14:textId="77777777" w:rsidR="00445970" w:rsidRPr="000B431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  <w:t xml:space="preserve">Rok akademicki   </w:t>
      </w:r>
      <w:r w:rsidR="00083F2E" w:rsidRPr="000B4314">
        <w:rPr>
          <w:rFonts w:ascii="Corbel" w:hAnsi="Corbel"/>
          <w:sz w:val="24"/>
          <w:szCs w:val="24"/>
        </w:rPr>
        <w:t>202</w:t>
      </w:r>
      <w:r w:rsidR="0048088B">
        <w:rPr>
          <w:rFonts w:ascii="Corbel" w:hAnsi="Corbel"/>
          <w:sz w:val="24"/>
          <w:szCs w:val="24"/>
        </w:rPr>
        <w:t>3</w:t>
      </w:r>
      <w:r w:rsidR="003E72EB" w:rsidRPr="000B4314">
        <w:rPr>
          <w:rFonts w:ascii="Corbel" w:hAnsi="Corbel"/>
          <w:sz w:val="24"/>
          <w:szCs w:val="24"/>
        </w:rPr>
        <w:t>/20</w:t>
      </w:r>
      <w:r w:rsidR="005B7616" w:rsidRPr="000B4314">
        <w:rPr>
          <w:rFonts w:ascii="Corbel" w:hAnsi="Corbel"/>
          <w:sz w:val="24"/>
          <w:szCs w:val="24"/>
        </w:rPr>
        <w:t>2</w:t>
      </w:r>
      <w:r w:rsidR="0048088B">
        <w:rPr>
          <w:rFonts w:ascii="Corbel" w:hAnsi="Corbel"/>
          <w:sz w:val="24"/>
          <w:szCs w:val="24"/>
        </w:rPr>
        <w:t>4</w:t>
      </w:r>
    </w:p>
    <w:p w14:paraId="601CD038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6CDE5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4314">
        <w:rPr>
          <w:rFonts w:ascii="Corbel" w:hAnsi="Corbel"/>
          <w:szCs w:val="24"/>
        </w:rPr>
        <w:t xml:space="preserve">1. </w:t>
      </w:r>
      <w:r w:rsidR="0085747A" w:rsidRPr="000B4314">
        <w:rPr>
          <w:rFonts w:ascii="Corbel" w:hAnsi="Corbel"/>
          <w:szCs w:val="24"/>
        </w:rPr>
        <w:t xml:space="preserve">Podstawowe </w:t>
      </w:r>
      <w:r w:rsidR="00445970" w:rsidRPr="000B43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4314" w14:paraId="00F3A2C1" w14:textId="77777777" w:rsidTr="00B819C8">
        <w:tc>
          <w:tcPr>
            <w:tcW w:w="2694" w:type="dxa"/>
            <w:vAlign w:val="center"/>
          </w:tcPr>
          <w:p w14:paraId="079BADD2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7F374" w14:textId="77777777" w:rsidR="0085747A" w:rsidRPr="000B4314" w:rsidRDefault="006D2A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tworzenia materiałów multimedialnych z wydarzeń kulturalnych</w:t>
            </w:r>
          </w:p>
        </w:tc>
      </w:tr>
      <w:tr w:rsidR="0085747A" w:rsidRPr="000B4314" w14:paraId="36CF2DDE" w14:textId="77777777" w:rsidTr="00B819C8">
        <w:tc>
          <w:tcPr>
            <w:tcW w:w="2694" w:type="dxa"/>
            <w:vAlign w:val="center"/>
          </w:tcPr>
          <w:p w14:paraId="1DB77219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A0F477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B4314" w14:paraId="0B72EE59" w14:textId="77777777" w:rsidTr="00B819C8">
        <w:tc>
          <w:tcPr>
            <w:tcW w:w="2694" w:type="dxa"/>
            <w:vAlign w:val="center"/>
          </w:tcPr>
          <w:p w14:paraId="451F7B6C" w14:textId="77777777" w:rsidR="0085747A" w:rsidRPr="000B4314" w:rsidRDefault="00521D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B43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CEB141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B4314" w14:paraId="40DBACA2" w14:textId="77777777" w:rsidTr="00B819C8">
        <w:tc>
          <w:tcPr>
            <w:tcW w:w="2694" w:type="dxa"/>
            <w:vAlign w:val="center"/>
          </w:tcPr>
          <w:p w14:paraId="532E76BE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E2985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B4314" w14:paraId="3AA0ABF6" w14:textId="77777777" w:rsidTr="00B819C8">
        <w:tc>
          <w:tcPr>
            <w:tcW w:w="2694" w:type="dxa"/>
            <w:vAlign w:val="center"/>
          </w:tcPr>
          <w:p w14:paraId="467A8A1C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11240B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 w:rsidRPr="000B4314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791ACF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0B4314" w14:paraId="762E3011" w14:textId="77777777" w:rsidTr="00B819C8">
        <w:tc>
          <w:tcPr>
            <w:tcW w:w="2694" w:type="dxa"/>
            <w:vAlign w:val="center"/>
          </w:tcPr>
          <w:p w14:paraId="40F1E0C5" w14:textId="77777777" w:rsidR="0085747A" w:rsidRPr="000B43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48CEB2" w14:textId="77777777" w:rsidR="0085747A" w:rsidRPr="000B4314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0B431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0B4314" w14:paraId="03E9E9C1" w14:textId="77777777" w:rsidTr="00B819C8">
        <w:tc>
          <w:tcPr>
            <w:tcW w:w="2694" w:type="dxa"/>
            <w:vAlign w:val="center"/>
          </w:tcPr>
          <w:p w14:paraId="64F6FF39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AA2211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B4314" w14:paraId="28179C9F" w14:textId="77777777" w:rsidTr="00B819C8">
        <w:tc>
          <w:tcPr>
            <w:tcW w:w="2694" w:type="dxa"/>
            <w:vAlign w:val="center"/>
          </w:tcPr>
          <w:p w14:paraId="3FB9431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4FA91D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D22D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0B4314" w14:paraId="37E41EAB" w14:textId="77777777" w:rsidTr="00B819C8">
        <w:tc>
          <w:tcPr>
            <w:tcW w:w="2694" w:type="dxa"/>
            <w:vAlign w:val="center"/>
          </w:tcPr>
          <w:p w14:paraId="2CE0467F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B4314">
              <w:rPr>
                <w:rFonts w:ascii="Corbel" w:hAnsi="Corbel"/>
                <w:sz w:val="24"/>
                <w:szCs w:val="24"/>
              </w:rPr>
              <w:t>/y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D3B99" w14:textId="77777777" w:rsidR="0085747A" w:rsidRPr="000B4314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Rok II/semestr </w:t>
            </w:r>
            <w:r w:rsidR="00723EBC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0B4314" w14:paraId="0DAB5B70" w14:textId="77777777" w:rsidTr="00B819C8">
        <w:tc>
          <w:tcPr>
            <w:tcW w:w="2694" w:type="dxa"/>
            <w:vAlign w:val="center"/>
          </w:tcPr>
          <w:p w14:paraId="457967E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3E454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B4314" w14:paraId="7ABE27D4" w14:textId="77777777" w:rsidTr="00B819C8">
        <w:tc>
          <w:tcPr>
            <w:tcW w:w="2694" w:type="dxa"/>
            <w:vAlign w:val="center"/>
          </w:tcPr>
          <w:p w14:paraId="01DF80E7" w14:textId="77777777" w:rsidR="00923D7D" w:rsidRPr="000B43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60CDA5" w14:textId="77777777" w:rsidR="00923D7D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B4314" w14:paraId="720F1AF9" w14:textId="77777777" w:rsidTr="00B819C8">
        <w:tc>
          <w:tcPr>
            <w:tcW w:w="2694" w:type="dxa"/>
            <w:vAlign w:val="center"/>
          </w:tcPr>
          <w:p w14:paraId="6C0AEEB8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4E8AC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0B4314" w14:paraId="3A2EB00E" w14:textId="77777777" w:rsidTr="00B819C8">
        <w:tc>
          <w:tcPr>
            <w:tcW w:w="2694" w:type="dxa"/>
            <w:vAlign w:val="center"/>
          </w:tcPr>
          <w:p w14:paraId="488AB27A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EDBB14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24CEFF" w14:textId="77777777" w:rsidR="00923D7D" w:rsidRPr="000B4314" w:rsidRDefault="0085747A" w:rsidP="000B43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* </w:t>
      </w:r>
      <w:r w:rsidRPr="000B4314">
        <w:rPr>
          <w:rFonts w:ascii="Corbel" w:hAnsi="Corbel"/>
          <w:i/>
          <w:sz w:val="24"/>
          <w:szCs w:val="24"/>
        </w:rPr>
        <w:t>-</w:t>
      </w:r>
      <w:r w:rsidR="00B90885" w:rsidRPr="000B43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4314">
        <w:rPr>
          <w:rFonts w:ascii="Corbel" w:hAnsi="Corbel"/>
          <w:b w:val="0"/>
          <w:sz w:val="24"/>
          <w:szCs w:val="24"/>
        </w:rPr>
        <w:t>e,</w:t>
      </w:r>
      <w:r w:rsidRPr="000B4314">
        <w:rPr>
          <w:rFonts w:ascii="Corbel" w:hAnsi="Corbel"/>
          <w:i/>
          <w:sz w:val="24"/>
          <w:szCs w:val="24"/>
        </w:rPr>
        <w:t xml:space="preserve"> </w:t>
      </w:r>
      <w:r w:rsidRPr="000B43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4314">
        <w:rPr>
          <w:rFonts w:ascii="Corbel" w:hAnsi="Corbel"/>
          <w:b w:val="0"/>
          <w:i/>
          <w:sz w:val="24"/>
          <w:szCs w:val="24"/>
        </w:rPr>
        <w:t>w Jednostce</w:t>
      </w:r>
    </w:p>
    <w:p w14:paraId="1B25D22C" w14:textId="77777777" w:rsidR="0085747A" w:rsidRPr="000B43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1.</w:t>
      </w:r>
      <w:r w:rsidR="00E22FBC" w:rsidRPr="000B4314">
        <w:rPr>
          <w:rFonts w:ascii="Corbel" w:hAnsi="Corbel"/>
          <w:sz w:val="24"/>
          <w:szCs w:val="24"/>
        </w:rPr>
        <w:t>1</w:t>
      </w:r>
      <w:r w:rsidRPr="000B43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FCAB0B" w14:textId="77777777" w:rsidR="00923D7D" w:rsidRPr="000B43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0B4314" w14:paraId="77800A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C4B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Semestr</w:t>
            </w:r>
          </w:p>
          <w:p w14:paraId="2ABF2509" w14:textId="77777777" w:rsidR="00015B8F" w:rsidRPr="000B43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(</w:t>
            </w:r>
            <w:r w:rsidR="00363F78" w:rsidRPr="000B43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1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Wykł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18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40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Konw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C442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DC3D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Sem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D5D8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9675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Prakt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0249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870F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4314">
              <w:rPr>
                <w:rFonts w:ascii="Corbel" w:hAnsi="Corbel"/>
                <w:b/>
                <w:szCs w:val="24"/>
              </w:rPr>
              <w:t>Liczba pkt</w:t>
            </w:r>
            <w:r w:rsidR="00B90885" w:rsidRPr="000B4314">
              <w:rPr>
                <w:rFonts w:ascii="Corbel" w:hAnsi="Corbel"/>
                <w:b/>
                <w:szCs w:val="24"/>
              </w:rPr>
              <w:t>.</w:t>
            </w:r>
            <w:r w:rsidRPr="000B43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4314" w14:paraId="04110DA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492D" w14:textId="77777777" w:rsidR="00015B8F" w:rsidRPr="000B4314" w:rsidRDefault="001032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F8C6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8AF6" w14:textId="77777777" w:rsidR="00015B8F" w:rsidRPr="000B4314" w:rsidRDefault="00CC5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E0B3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AF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958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35FC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6CF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37A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F6" w14:textId="77777777" w:rsidR="00015B8F" w:rsidRPr="000B4314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44F4D1" w14:textId="77777777" w:rsidR="00923D7D" w:rsidRPr="000B43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0BE27" w14:textId="77777777" w:rsidR="00923D7D" w:rsidRPr="000B43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3BE243" w14:textId="77777777" w:rsidR="0085747A" w:rsidRPr="000B43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1.</w:t>
      </w:r>
      <w:r w:rsidR="00E22FBC" w:rsidRPr="000B4314">
        <w:rPr>
          <w:rFonts w:ascii="Corbel" w:hAnsi="Corbel"/>
          <w:smallCaps w:val="0"/>
          <w:szCs w:val="24"/>
        </w:rPr>
        <w:t>2</w:t>
      </w:r>
      <w:r w:rsidR="00F83B28" w:rsidRPr="000B4314">
        <w:rPr>
          <w:rFonts w:ascii="Corbel" w:hAnsi="Corbel"/>
          <w:smallCaps w:val="0"/>
          <w:szCs w:val="24"/>
        </w:rPr>
        <w:t>.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 xml:space="preserve">Sposób realizacji zajęć  </w:t>
      </w:r>
    </w:p>
    <w:p w14:paraId="15642D89" w14:textId="77777777" w:rsidR="0085747A" w:rsidRPr="000B4314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B431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3F33AAB9" w14:textId="77777777" w:rsidR="0085747A" w:rsidRPr="000B43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☐</w:t>
      </w:r>
      <w:r w:rsidRPr="000B43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295FC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4B8C8A" w14:textId="77777777" w:rsidR="00E22FBC" w:rsidRPr="000B43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1.3 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>For</w:t>
      </w:r>
      <w:r w:rsidR="00445970" w:rsidRPr="000B4314">
        <w:rPr>
          <w:rFonts w:ascii="Corbel" w:hAnsi="Corbel"/>
          <w:smallCaps w:val="0"/>
          <w:szCs w:val="24"/>
        </w:rPr>
        <w:t xml:space="preserve">ma zaliczenia przedmiotu </w:t>
      </w:r>
      <w:r w:rsidRPr="000B4314">
        <w:rPr>
          <w:rFonts w:ascii="Corbel" w:hAnsi="Corbel"/>
          <w:smallCaps w:val="0"/>
          <w:szCs w:val="24"/>
        </w:rPr>
        <w:t xml:space="preserve"> (z toku) </w:t>
      </w:r>
    </w:p>
    <w:p w14:paraId="5F5B55A9" w14:textId="77777777" w:rsidR="009C54AE" w:rsidRPr="000B4314" w:rsidRDefault="000717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DF211D4" w14:textId="77777777" w:rsidR="00E960BB" w:rsidRPr="000B431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A2DF43" w14:textId="77777777" w:rsidR="00E960BB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6A547364" w14:textId="77777777" w:rsidTr="00745302">
        <w:tc>
          <w:tcPr>
            <w:tcW w:w="9670" w:type="dxa"/>
          </w:tcPr>
          <w:p w14:paraId="355BE0BC" w14:textId="77777777" w:rsidR="0085747A" w:rsidRPr="000B4314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zaliczenie przedmiotu 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”J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komunikatów wizualnych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14:paraId="20C96C82" w14:textId="77777777" w:rsidR="0085747A" w:rsidRPr="000B431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4DBBE10" w14:textId="77777777" w:rsidR="00153C41" w:rsidRPr="000B43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73385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>3.</w:t>
      </w:r>
      <w:r w:rsidR="0085747A" w:rsidRPr="000B4314">
        <w:rPr>
          <w:rFonts w:ascii="Corbel" w:hAnsi="Corbel"/>
          <w:szCs w:val="24"/>
        </w:rPr>
        <w:t xml:space="preserve"> </w:t>
      </w:r>
      <w:r w:rsidR="00A84C85" w:rsidRPr="000B4314">
        <w:rPr>
          <w:rFonts w:ascii="Corbel" w:hAnsi="Corbel"/>
          <w:szCs w:val="24"/>
        </w:rPr>
        <w:t>cele, efekty uczenia się</w:t>
      </w:r>
      <w:r w:rsidR="0085747A" w:rsidRPr="000B4314">
        <w:rPr>
          <w:rFonts w:ascii="Corbel" w:hAnsi="Corbel"/>
          <w:szCs w:val="24"/>
        </w:rPr>
        <w:t xml:space="preserve"> , treści Programowe i stosowane metody Dydaktyczne</w:t>
      </w:r>
    </w:p>
    <w:p w14:paraId="3E2048A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F6E74" w14:textId="77777777" w:rsidR="0085747A" w:rsidRPr="000B43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3.1 </w:t>
      </w:r>
      <w:r w:rsidR="00C05F44" w:rsidRPr="000B4314">
        <w:rPr>
          <w:rFonts w:ascii="Corbel" w:hAnsi="Corbel"/>
          <w:sz w:val="24"/>
          <w:szCs w:val="24"/>
        </w:rPr>
        <w:t>Cele przedmiotu</w:t>
      </w:r>
    </w:p>
    <w:p w14:paraId="548D3ECB" w14:textId="77777777" w:rsidR="00F83B28" w:rsidRPr="000B43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B4314" w14:paraId="2F9E961F" w14:textId="77777777" w:rsidTr="00F50FB8">
        <w:tc>
          <w:tcPr>
            <w:tcW w:w="843" w:type="dxa"/>
            <w:vAlign w:val="center"/>
          </w:tcPr>
          <w:p w14:paraId="49AEC5E4" w14:textId="77777777" w:rsidR="0085747A" w:rsidRPr="000B4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0EA94FE" w14:textId="77777777" w:rsidR="00AB25A9" w:rsidRPr="000B4314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Zapoznanie studentów z podstawami tworzenia materiałów multimedialnych</w:t>
            </w:r>
          </w:p>
          <w:p w14:paraId="5262B3F5" w14:textId="77777777" w:rsidR="0085747A" w:rsidRPr="000B4314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 w:rsidRPr="000B4314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0B4314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14:paraId="71F1EE1D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8B9FB" w14:textId="77777777" w:rsidR="001D7B54" w:rsidRPr="000B43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3.2 </w:t>
      </w:r>
      <w:r w:rsidR="001D7B54" w:rsidRPr="000B4314">
        <w:rPr>
          <w:rFonts w:ascii="Corbel" w:hAnsi="Corbel"/>
          <w:b/>
          <w:sz w:val="24"/>
          <w:szCs w:val="24"/>
        </w:rPr>
        <w:t xml:space="preserve">Efekty </w:t>
      </w:r>
      <w:r w:rsidR="00C05F44" w:rsidRPr="000B43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4314">
        <w:rPr>
          <w:rFonts w:ascii="Corbel" w:hAnsi="Corbel"/>
          <w:b/>
          <w:sz w:val="24"/>
          <w:szCs w:val="24"/>
        </w:rPr>
        <w:t>dla przedmiotu</w:t>
      </w:r>
      <w:r w:rsidR="00445970" w:rsidRPr="000B4314">
        <w:rPr>
          <w:rFonts w:ascii="Corbel" w:hAnsi="Corbel"/>
          <w:sz w:val="24"/>
          <w:szCs w:val="24"/>
        </w:rPr>
        <w:t xml:space="preserve"> </w:t>
      </w:r>
    </w:p>
    <w:p w14:paraId="2613BE4F" w14:textId="77777777" w:rsidR="001D7B54" w:rsidRPr="000B43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B4314" w14:paraId="5668DA85" w14:textId="77777777" w:rsidTr="0016558F">
        <w:tc>
          <w:tcPr>
            <w:tcW w:w="1681" w:type="dxa"/>
            <w:vAlign w:val="center"/>
          </w:tcPr>
          <w:p w14:paraId="5E78944B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43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DF8E8" w14:textId="77777777" w:rsidR="001114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8A2B932" w14:textId="77777777" w:rsidR="009C5A7D" w:rsidRPr="000B4314" w:rsidRDefault="009C5A7D" w:rsidP="009C5A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05A76FA3" w14:textId="77777777" w:rsidR="0085747A" w:rsidRPr="000B4314" w:rsidRDefault="0085747A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37263BC" w14:textId="77777777" w:rsidR="0085747A" w:rsidRPr="000B4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43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0B4314" w14:paraId="717F60CB" w14:textId="77777777" w:rsidTr="0016558F">
        <w:tc>
          <w:tcPr>
            <w:tcW w:w="1681" w:type="dxa"/>
          </w:tcPr>
          <w:p w14:paraId="0F93F52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A300AD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zasadni konieczność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  <w:r w:rsidR="000221AF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</w:tcPr>
          <w:p w14:paraId="601DC79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0B4314" w14:paraId="222BC8D7" w14:textId="77777777" w:rsidTr="0016558F">
        <w:tc>
          <w:tcPr>
            <w:tcW w:w="1681" w:type="dxa"/>
          </w:tcPr>
          <w:p w14:paraId="3EB143A2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C694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 w:rsidR="00535317">
              <w:rPr>
                <w:rFonts w:ascii="Corbel" w:hAnsi="Corbel"/>
                <w:b w:val="0"/>
                <w:smallCaps w:val="0"/>
                <w:szCs w:val="24"/>
              </w:rPr>
              <w:t>związane z percepcją i przetwarzaniem materiałów multimedialnych</w:t>
            </w:r>
          </w:p>
        </w:tc>
        <w:tc>
          <w:tcPr>
            <w:tcW w:w="1865" w:type="dxa"/>
          </w:tcPr>
          <w:p w14:paraId="0CE0ABC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0B4314" w14:paraId="0D9F6AE1" w14:textId="77777777" w:rsidTr="0016558F">
        <w:tc>
          <w:tcPr>
            <w:tcW w:w="1681" w:type="dxa"/>
          </w:tcPr>
          <w:p w14:paraId="04C4B32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918B65C" w14:textId="77777777" w:rsidR="00E9661A" w:rsidRPr="000B4314" w:rsidRDefault="00DD4034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ymieni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komputerowe pozwalające tworzyć materiały multimedialne,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tworzenia materiałów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14:paraId="141891D6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0B4314" w14:paraId="7FE2A440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CB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098E" w14:textId="77777777" w:rsidR="00E9661A" w:rsidRPr="000B4314" w:rsidRDefault="00CC3BA1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aprojektuje materiał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2D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0B4314" w14:paraId="5D12C814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136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3935" w14:textId="77777777" w:rsidR="00E9661A" w:rsidRPr="000B4314" w:rsidRDefault="00F46DA9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 w:rsidRPr="000B4314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  <w:r w:rsidR="00D51F91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5C5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49289DF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00B59" w14:textId="77777777" w:rsidR="0085747A" w:rsidRPr="000B43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>3.3</w:t>
      </w:r>
      <w:r w:rsidR="001D7B54" w:rsidRPr="000B4314">
        <w:rPr>
          <w:rFonts w:ascii="Corbel" w:hAnsi="Corbel"/>
          <w:b/>
          <w:sz w:val="24"/>
          <w:szCs w:val="24"/>
        </w:rPr>
        <w:t xml:space="preserve"> </w:t>
      </w:r>
      <w:r w:rsidR="0085747A" w:rsidRPr="000B4314">
        <w:rPr>
          <w:rFonts w:ascii="Corbel" w:hAnsi="Corbel"/>
          <w:b/>
          <w:sz w:val="24"/>
          <w:szCs w:val="24"/>
        </w:rPr>
        <w:t>T</w:t>
      </w:r>
      <w:r w:rsidR="001D7B54" w:rsidRPr="000B43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4314">
        <w:rPr>
          <w:rFonts w:ascii="Corbel" w:hAnsi="Corbel"/>
          <w:sz w:val="24"/>
          <w:szCs w:val="24"/>
        </w:rPr>
        <w:t xml:space="preserve">  </w:t>
      </w:r>
    </w:p>
    <w:p w14:paraId="06803F49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Problematyka wykładu </w:t>
      </w:r>
    </w:p>
    <w:p w14:paraId="01088101" w14:textId="77777777" w:rsidR="00675843" w:rsidRPr="000B43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2E70B6D7" w14:textId="77777777" w:rsidTr="001001CD">
        <w:tc>
          <w:tcPr>
            <w:tcW w:w="9520" w:type="dxa"/>
          </w:tcPr>
          <w:p w14:paraId="3E49C0A8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B4314" w14:paraId="1D6F9C94" w14:textId="77777777" w:rsidTr="001001CD">
        <w:tc>
          <w:tcPr>
            <w:tcW w:w="9520" w:type="dxa"/>
          </w:tcPr>
          <w:p w14:paraId="352311D3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0BF249D1" w14:textId="77777777" w:rsidTr="001001CD">
        <w:tc>
          <w:tcPr>
            <w:tcW w:w="9520" w:type="dxa"/>
          </w:tcPr>
          <w:p w14:paraId="5DD693D5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3E0BFFA8" w14:textId="77777777" w:rsidTr="001001CD">
        <w:tc>
          <w:tcPr>
            <w:tcW w:w="9520" w:type="dxa"/>
          </w:tcPr>
          <w:p w14:paraId="69069EEE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5B98C9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13F2B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4314">
        <w:rPr>
          <w:rFonts w:ascii="Corbel" w:hAnsi="Corbel"/>
          <w:sz w:val="24"/>
          <w:szCs w:val="24"/>
        </w:rPr>
        <w:t xml:space="preserve">, </w:t>
      </w:r>
      <w:r w:rsidRPr="000B4314">
        <w:rPr>
          <w:rFonts w:ascii="Corbel" w:hAnsi="Corbel"/>
          <w:sz w:val="24"/>
          <w:szCs w:val="24"/>
        </w:rPr>
        <w:t xml:space="preserve">zajęć praktycznych </w:t>
      </w:r>
    </w:p>
    <w:p w14:paraId="40E1410B" w14:textId="77777777" w:rsidR="0085747A" w:rsidRPr="000B43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52329A47" w14:textId="77777777" w:rsidTr="001001CD">
        <w:tc>
          <w:tcPr>
            <w:tcW w:w="9520" w:type="dxa"/>
          </w:tcPr>
          <w:p w14:paraId="1C89168B" w14:textId="77777777" w:rsidR="0085747A" w:rsidRPr="000B43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0B4314" w14:paraId="3AB9AAC0" w14:textId="77777777" w:rsidTr="001001CD">
        <w:tc>
          <w:tcPr>
            <w:tcW w:w="9520" w:type="dxa"/>
          </w:tcPr>
          <w:p w14:paraId="7A557014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0B4314" w14:paraId="275EDAFC" w14:textId="77777777" w:rsidTr="001001CD">
        <w:tc>
          <w:tcPr>
            <w:tcW w:w="9520" w:type="dxa"/>
          </w:tcPr>
          <w:p w14:paraId="7FD8486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0B4314" w14:paraId="10F6972A" w14:textId="77777777" w:rsidTr="001001CD">
        <w:tc>
          <w:tcPr>
            <w:tcW w:w="9520" w:type="dxa"/>
          </w:tcPr>
          <w:p w14:paraId="7D03AC51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0B4314" w14:paraId="4C61C161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3E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0B4314" w14:paraId="2A1FF7DA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8E9D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0B4314" w14:paraId="2CE42354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1F5E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Fotografia w prezentacjach multimedialnych</w:t>
            </w:r>
          </w:p>
        </w:tc>
      </w:tr>
      <w:tr w:rsidR="00F940F9" w:rsidRPr="000B4314" w14:paraId="02EBEB60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209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Film w prezentacjach multimedialnych</w:t>
            </w:r>
          </w:p>
        </w:tc>
      </w:tr>
      <w:tr w:rsidR="00F940F9" w:rsidRPr="000B4314" w14:paraId="43F5E622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82A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0B4314" w14:paraId="187C2AF9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6CC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14:paraId="6E893EAA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5E00B" w14:textId="77777777" w:rsidR="0085747A" w:rsidRPr="000B43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3.4 Metody dydaktyczne</w:t>
      </w:r>
      <w:r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07E0C936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5593CD78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223E5EEB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DCC2D8B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CFC14F9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D6860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A157F" w14:textId="77777777" w:rsidR="00E960BB" w:rsidRPr="000B4314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14:paraId="08F79530" w14:textId="77777777" w:rsidR="00E960BB" w:rsidRPr="000B4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230312" w14:textId="77777777" w:rsidR="0085747A" w:rsidRPr="000B43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 </w:t>
      </w:r>
      <w:r w:rsidR="0085747A" w:rsidRPr="000B4314">
        <w:rPr>
          <w:rFonts w:ascii="Corbel" w:hAnsi="Corbel"/>
          <w:smallCaps w:val="0"/>
          <w:szCs w:val="24"/>
        </w:rPr>
        <w:t>METODY I KRYTERIA OCENY</w:t>
      </w:r>
      <w:r w:rsidR="009F4610" w:rsidRPr="000B4314">
        <w:rPr>
          <w:rFonts w:ascii="Corbel" w:hAnsi="Corbel"/>
          <w:smallCaps w:val="0"/>
          <w:szCs w:val="24"/>
        </w:rPr>
        <w:t xml:space="preserve"> </w:t>
      </w:r>
    </w:p>
    <w:p w14:paraId="63397898" w14:textId="77777777" w:rsidR="00923D7D" w:rsidRPr="000B43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D43BC2" w14:textId="77777777" w:rsidR="0085747A" w:rsidRPr="000B43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4314">
        <w:rPr>
          <w:rFonts w:ascii="Corbel" w:hAnsi="Corbel"/>
          <w:smallCaps w:val="0"/>
          <w:szCs w:val="24"/>
        </w:rPr>
        <w:t>uczenia się</w:t>
      </w:r>
    </w:p>
    <w:p w14:paraId="1F054178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B4314" w14:paraId="2BA8CDDF" w14:textId="77777777" w:rsidTr="00B74B1F">
        <w:tc>
          <w:tcPr>
            <w:tcW w:w="1962" w:type="dxa"/>
            <w:vAlign w:val="center"/>
          </w:tcPr>
          <w:p w14:paraId="27AD50B8" w14:textId="77777777" w:rsidR="0085747A" w:rsidRPr="000B43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E5831" w14:textId="77777777" w:rsidR="0085747A" w:rsidRPr="000B43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8A363A" w14:textId="77777777" w:rsidR="0085747A" w:rsidRPr="000B43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F3486" w14:textId="77777777" w:rsidR="00923D7D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ED046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4314" w14:paraId="7668AEF0" w14:textId="77777777" w:rsidTr="00B74B1F">
        <w:tc>
          <w:tcPr>
            <w:tcW w:w="1962" w:type="dxa"/>
          </w:tcPr>
          <w:p w14:paraId="05EE9F9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E6CDA1E" w14:textId="77777777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14:paraId="20F87336" w14:textId="77777777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53A58B3F" w14:textId="77777777" w:rsidTr="00B74B1F">
        <w:tc>
          <w:tcPr>
            <w:tcW w:w="1962" w:type="dxa"/>
          </w:tcPr>
          <w:p w14:paraId="290C229A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9839B2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14:paraId="57EA5401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72353DD5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C46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F6C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E3AD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4E209FE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A5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FD8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908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8E31E9D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0A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EF2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E0F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5F00DCA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CB7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6F6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638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54DEA81" w14:textId="77777777" w:rsidR="00923D7D" w:rsidRPr="000B43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A34D2" w14:textId="77777777" w:rsidR="0085747A" w:rsidRPr="000B43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4.2 </w:t>
      </w:r>
      <w:r w:rsidR="0085747A" w:rsidRPr="000B43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4314">
        <w:rPr>
          <w:rFonts w:ascii="Corbel" w:hAnsi="Corbel"/>
          <w:smallCaps w:val="0"/>
          <w:szCs w:val="24"/>
        </w:rPr>
        <w:t xml:space="preserve"> </w:t>
      </w:r>
    </w:p>
    <w:p w14:paraId="433953F3" w14:textId="77777777" w:rsidR="00923D7D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417F9B80" w14:textId="77777777" w:rsidTr="00923D7D">
        <w:tc>
          <w:tcPr>
            <w:tcW w:w="9670" w:type="dxa"/>
          </w:tcPr>
          <w:p w14:paraId="09566E3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0A44" w14:textId="77777777" w:rsidR="00923D7D" w:rsidRPr="000B4314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14:paraId="226CC2F3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7D5251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EF0" w14:textId="77777777" w:rsidR="009F4610" w:rsidRPr="000B43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5. </w:t>
      </w:r>
      <w:r w:rsidR="00C61DC5" w:rsidRPr="000B43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4A48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0B4314" w14:paraId="46750599" w14:textId="77777777" w:rsidTr="003E1941">
        <w:tc>
          <w:tcPr>
            <w:tcW w:w="4962" w:type="dxa"/>
            <w:vAlign w:val="center"/>
          </w:tcPr>
          <w:p w14:paraId="2B97EAD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19FFB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43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4314" w14:paraId="3A91E564" w14:textId="77777777" w:rsidTr="00923D7D">
        <w:tc>
          <w:tcPr>
            <w:tcW w:w="4962" w:type="dxa"/>
          </w:tcPr>
          <w:p w14:paraId="126495E0" w14:textId="77777777" w:rsidR="0085747A" w:rsidRPr="000B431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43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43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4314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D67D4E" w14:textId="77777777" w:rsidR="0085747A" w:rsidRPr="000B4314" w:rsidRDefault="005775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B4314" w14:paraId="1AD8258B" w14:textId="77777777" w:rsidTr="00923D7D">
        <w:tc>
          <w:tcPr>
            <w:tcW w:w="4962" w:type="dxa"/>
          </w:tcPr>
          <w:p w14:paraId="0A19EED2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B9853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(u</w:t>
            </w:r>
            <w:r w:rsidR="00683909" w:rsidRPr="000B431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0B431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3F7E2C" w14:textId="77777777" w:rsidR="00C61DC5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4314" w14:paraId="0B54B0F4" w14:textId="77777777" w:rsidTr="00923D7D">
        <w:tc>
          <w:tcPr>
            <w:tcW w:w="4962" w:type="dxa"/>
          </w:tcPr>
          <w:p w14:paraId="71250AE1" w14:textId="77777777" w:rsidR="0071620A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1F3B39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0A2FB953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3E560CB" w14:textId="77777777" w:rsidR="00C61DC5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71BF3C10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70165E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16E4FE" w14:textId="77777777" w:rsidR="00C61DC5" w:rsidRPr="000B4314" w:rsidRDefault="00365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45BE41A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44A8ECB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B4314" w14:paraId="0A667229" w14:textId="77777777" w:rsidTr="00923D7D">
        <w:tc>
          <w:tcPr>
            <w:tcW w:w="4962" w:type="dxa"/>
          </w:tcPr>
          <w:p w14:paraId="4B1544C0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FB57DD" w14:textId="77777777" w:rsidR="0085747A" w:rsidRPr="000B4314" w:rsidRDefault="00654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0B4314" w14:paraId="45554202" w14:textId="77777777" w:rsidTr="00923D7D">
        <w:tc>
          <w:tcPr>
            <w:tcW w:w="4962" w:type="dxa"/>
          </w:tcPr>
          <w:p w14:paraId="17363D34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D6B11C" w14:textId="77777777" w:rsidR="0085747A" w:rsidRPr="000B4314" w:rsidRDefault="00F95D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22176" w14:textId="77777777" w:rsidR="0085747A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43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43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5AAACD" w14:textId="77777777" w:rsidR="003E1941" w:rsidRPr="000B43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7228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6. </w:t>
      </w:r>
      <w:r w:rsidR="0085747A" w:rsidRPr="000B4314">
        <w:rPr>
          <w:rFonts w:ascii="Corbel" w:hAnsi="Corbel"/>
          <w:smallCaps w:val="0"/>
          <w:szCs w:val="24"/>
        </w:rPr>
        <w:t>PRAKTYKI ZAWO</w:t>
      </w:r>
      <w:r w:rsidR="009C1331" w:rsidRPr="000B4314">
        <w:rPr>
          <w:rFonts w:ascii="Corbel" w:hAnsi="Corbel"/>
          <w:smallCaps w:val="0"/>
          <w:szCs w:val="24"/>
        </w:rPr>
        <w:t>DOWE W RAMACH PRZEDMIOTU</w:t>
      </w:r>
    </w:p>
    <w:p w14:paraId="08D5A89D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4314" w14:paraId="13151D53" w14:textId="77777777" w:rsidTr="0071620A">
        <w:trPr>
          <w:trHeight w:val="397"/>
        </w:trPr>
        <w:tc>
          <w:tcPr>
            <w:tcW w:w="3544" w:type="dxa"/>
          </w:tcPr>
          <w:p w14:paraId="07B23F5E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35B2B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B4314" w14:paraId="7D7EC235" w14:textId="77777777" w:rsidTr="0071620A">
        <w:trPr>
          <w:trHeight w:val="397"/>
        </w:trPr>
        <w:tc>
          <w:tcPr>
            <w:tcW w:w="3544" w:type="dxa"/>
          </w:tcPr>
          <w:p w14:paraId="2C12B7A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1BFB26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ED708E" w14:textId="77777777" w:rsidR="003E1941" w:rsidRPr="000B43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3B074" w14:textId="77777777" w:rsidR="0085747A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7. </w:t>
      </w:r>
      <w:r w:rsidR="0085747A" w:rsidRPr="000B4314">
        <w:rPr>
          <w:rFonts w:ascii="Corbel" w:hAnsi="Corbel"/>
          <w:smallCaps w:val="0"/>
          <w:szCs w:val="24"/>
        </w:rPr>
        <w:t>LITERATURA</w:t>
      </w:r>
      <w:r w:rsidRPr="000B4314">
        <w:rPr>
          <w:rFonts w:ascii="Corbel" w:hAnsi="Corbel"/>
          <w:smallCaps w:val="0"/>
          <w:szCs w:val="24"/>
        </w:rPr>
        <w:t xml:space="preserve"> </w:t>
      </w:r>
    </w:p>
    <w:p w14:paraId="2A954D2D" w14:textId="77777777" w:rsidR="00675843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13EA" w14:paraId="433451EB" w14:textId="77777777" w:rsidTr="0071620A">
        <w:trPr>
          <w:trHeight w:val="397"/>
        </w:trPr>
        <w:tc>
          <w:tcPr>
            <w:tcW w:w="7513" w:type="dxa"/>
          </w:tcPr>
          <w:p w14:paraId="3CBE8B91" w14:textId="77777777" w:rsidR="0085747A" w:rsidRPr="007A2D80" w:rsidRDefault="0085747A" w:rsidP="007A2D80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D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D19CE" w14:textId="77777777" w:rsidR="00285A72" w:rsidRPr="007A2D80" w:rsidRDefault="00285A72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Witkowski B.,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DaVinci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Resolve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. Poradnik użytkownika, Wyd. Helion 2022.</w:t>
            </w:r>
          </w:p>
          <w:p w14:paraId="2CD3F5C3" w14:textId="77777777" w:rsidR="007238CE" w:rsidRPr="007A2D80" w:rsidRDefault="007238CE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Reynolds G.,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Zen prezentacji. Proste pomysły i ważne zasady. Wydanie III, Wyd. Helion 2020.</w:t>
            </w:r>
          </w:p>
          <w:p w14:paraId="5A88127B" w14:textId="77777777" w:rsidR="007A2D80" w:rsidRPr="007A2D80" w:rsidRDefault="007A2D80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color w:val="000000"/>
                <w:sz w:val="24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3139CDF4" w14:textId="77777777" w:rsidR="00197548" w:rsidRPr="007A2D80" w:rsidRDefault="00197548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>Roam</w:t>
            </w:r>
            <w:proofErr w:type="spellEnd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D.,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prezentację, Wyd. Helion 2018.</w:t>
            </w:r>
          </w:p>
          <w:p w14:paraId="119ED83E" w14:textId="77777777" w:rsidR="009C625B" w:rsidRPr="007A2D80" w:rsidRDefault="00197548" w:rsidP="007A2D80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J., </w:t>
            </w:r>
            <w:r w:rsidR="00AA4733" w:rsidRPr="007A2D80">
              <w:rPr>
                <w:rFonts w:ascii="Corbel" w:hAnsi="Corbel"/>
                <w:b w:val="0"/>
                <w:sz w:val="24"/>
                <w:szCs w:val="24"/>
              </w:rPr>
              <w:t>Mistrzowskie prezentacje. Slajdowy poradnik mówcy doskonałego. Wydanie 2, Wyd. Helion 2017.</w:t>
            </w:r>
          </w:p>
          <w:p w14:paraId="15DA8AC2" w14:textId="77777777" w:rsidR="003930E0" w:rsidRPr="007A2D80" w:rsidRDefault="003930E0" w:rsidP="007A2D80">
            <w:pPr>
              <w:pStyle w:val="Tekstprzypisudolneg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14:paraId="7C09EBD8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</w:t>
            </w:r>
            <w:r w:rsidR="007238CE" w:rsidRPr="007A2D80">
              <w:rPr>
                <w:rFonts w:ascii="Corbel" w:hAnsi="Corbel"/>
                <w:sz w:val="24"/>
                <w:szCs w:val="24"/>
              </w:rPr>
              <w:t>,</w:t>
            </w:r>
            <w:r w:rsidRPr="007A2D80">
              <w:rPr>
                <w:rFonts w:ascii="Corbel" w:hAnsi="Corbel"/>
                <w:sz w:val="24"/>
                <w:szCs w:val="24"/>
              </w:rPr>
              <w:t xml:space="preserve"> 2005 oraz wydania następne.</w:t>
            </w:r>
          </w:p>
          <w:p w14:paraId="23A9C697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0B4314" w14:paraId="64D7B2AC" w14:textId="77777777" w:rsidTr="0071620A">
        <w:trPr>
          <w:trHeight w:val="397"/>
        </w:trPr>
        <w:tc>
          <w:tcPr>
            <w:tcW w:w="7513" w:type="dxa"/>
          </w:tcPr>
          <w:p w14:paraId="49376DA7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66BDE" w14:textId="77777777" w:rsidR="003930E0" w:rsidRPr="000B4314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0B4314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015196F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G. Psychologia kształcenia. Gdańskie Wy</w:t>
            </w:r>
            <w:r w:rsidR="007C526E">
              <w:rPr>
                <w:rFonts w:ascii="Corbel" w:hAnsi="Corbel"/>
                <w:sz w:val="24"/>
                <w:szCs w:val="24"/>
              </w:rPr>
              <w:t>d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awnictwo Psychologiczne. Gdańsk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2002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47DA5D8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14:paraId="7350263C" w14:textId="77777777" w:rsidR="003930E0" w:rsidRPr="000B4314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1EE5976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AC9B3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48BCF5" w14:textId="77777777" w:rsidR="0085747A" w:rsidRPr="000B43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43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5BC27" w14:textId="77777777" w:rsidR="001E3B1E" w:rsidRDefault="001E3B1E" w:rsidP="00C16ABF">
      <w:pPr>
        <w:spacing w:after="0" w:line="240" w:lineRule="auto"/>
      </w:pPr>
      <w:r>
        <w:separator/>
      </w:r>
    </w:p>
  </w:endnote>
  <w:endnote w:type="continuationSeparator" w:id="0">
    <w:p w14:paraId="647BCF13" w14:textId="77777777" w:rsidR="001E3B1E" w:rsidRDefault="001E3B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BB5A1" w14:textId="77777777" w:rsidR="001E3B1E" w:rsidRDefault="001E3B1E" w:rsidP="00C16ABF">
      <w:pPr>
        <w:spacing w:after="0" w:line="240" w:lineRule="auto"/>
      </w:pPr>
      <w:r>
        <w:separator/>
      </w:r>
    </w:p>
  </w:footnote>
  <w:footnote w:type="continuationSeparator" w:id="0">
    <w:p w14:paraId="01567226" w14:textId="77777777" w:rsidR="001E3B1E" w:rsidRDefault="001E3B1E" w:rsidP="00C16ABF">
      <w:pPr>
        <w:spacing w:after="0" w:line="240" w:lineRule="auto"/>
      </w:pPr>
      <w:r>
        <w:continuationSeparator/>
      </w:r>
    </w:p>
  </w:footnote>
  <w:footnote w:id="1">
    <w:p w14:paraId="46903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356"/>
    <w:rsid w:val="00015B8F"/>
    <w:rsid w:val="000221AF"/>
    <w:rsid w:val="00022ECE"/>
    <w:rsid w:val="00024167"/>
    <w:rsid w:val="00025035"/>
    <w:rsid w:val="00042A51"/>
    <w:rsid w:val="00042D2E"/>
    <w:rsid w:val="00044C82"/>
    <w:rsid w:val="00070ED6"/>
    <w:rsid w:val="000717D2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14"/>
    <w:rsid w:val="000D04B0"/>
    <w:rsid w:val="000F1C57"/>
    <w:rsid w:val="000F5615"/>
    <w:rsid w:val="000F7209"/>
    <w:rsid w:val="001001CD"/>
    <w:rsid w:val="00103272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97548"/>
    <w:rsid w:val="001A6232"/>
    <w:rsid w:val="001A70D2"/>
    <w:rsid w:val="001D205D"/>
    <w:rsid w:val="001D657B"/>
    <w:rsid w:val="001D7B54"/>
    <w:rsid w:val="001E0209"/>
    <w:rsid w:val="001E325D"/>
    <w:rsid w:val="001E3B1E"/>
    <w:rsid w:val="001F2CA2"/>
    <w:rsid w:val="00203356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85A7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A3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88B"/>
    <w:rsid w:val="004840FD"/>
    <w:rsid w:val="00490F7D"/>
    <w:rsid w:val="00491678"/>
    <w:rsid w:val="004968E2"/>
    <w:rsid w:val="004A3EEA"/>
    <w:rsid w:val="004A4D1F"/>
    <w:rsid w:val="004B34F2"/>
    <w:rsid w:val="004D5282"/>
    <w:rsid w:val="004F1551"/>
    <w:rsid w:val="004F55A3"/>
    <w:rsid w:val="0050496F"/>
    <w:rsid w:val="00513B6F"/>
    <w:rsid w:val="00517C63"/>
    <w:rsid w:val="00521D4E"/>
    <w:rsid w:val="00526C94"/>
    <w:rsid w:val="00535317"/>
    <w:rsid w:val="005363C4"/>
    <w:rsid w:val="00536BDE"/>
    <w:rsid w:val="00543ACC"/>
    <w:rsid w:val="0056128D"/>
    <w:rsid w:val="0056696D"/>
    <w:rsid w:val="00573EF9"/>
    <w:rsid w:val="0057751A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FFA"/>
    <w:rsid w:val="006620D9"/>
    <w:rsid w:val="00671958"/>
    <w:rsid w:val="00674A65"/>
    <w:rsid w:val="00675843"/>
    <w:rsid w:val="00683909"/>
    <w:rsid w:val="00694B05"/>
    <w:rsid w:val="00696477"/>
    <w:rsid w:val="006D050F"/>
    <w:rsid w:val="006D2ACF"/>
    <w:rsid w:val="006D6139"/>
    <w:rsid w:val="006E5D65"/>
    <w:rsid w:val="006F1282"/>
    <w:rsid w:val="006F1FBC"/>
    <w:rsid w:val="006F31E2"/>
    <w:rsid w:val="00706544"/>
    <w:rsid w:val="007072BA"/>
    <w:rsid w:val="0071620A"/>
    <w:rsid w:val="007238CE"/>
    <w:rsid w:val="00723EBC"/>
    <w:rsid w:val="00724677"/>
    <w:rsid w:val="00725459"/>
    <w:rsid w:val="007327BD"/>
    <w:rsid w:val="00733EBE"/>
    <w:rsid w:val="00734608"/>
    <w:rsid w:val="00745302"/>
    <w:rsid w:val="007461D6"/>
    <w:rsid w:val="00746389"/>
    <w:rsid w:val="00746EC8"/>
    <w:rsid w:val="0075384A"/>
    <w:rsid w:val="00763BF1"/>
    <w:rsid w:val="00766FD4"/>
    <w:rsid w:val="0078168C"/>
    <w:rsid w:val="00787C2A"/>
    <w:rsid w:val="00790E27"/>
    <w:rsid w:val="00791ACF"/>
    <w:rsid w:val="007A2D80"/>
    <w:rsid w:val="007A4022"/>
    <w:rsid w:val="007A6E6E"/>
    <w:rsid w:val="007C3299"/>
    <w:rsid w:val="007C3BCC"/>
    <w:rsid w:val="007C4546"/>
    <w:rsid w:val="007C526E"/>
    <w:rsid w:val="007D6E56"/>
    <w:rsid w:val="007F1652"/>
    <w:rsid w:val="007F4155"/>
    <w:rsid w:val="007F4CE9"/>
    <w:rsid w:val="0081554D"/>
    <w:rsid w:val="0081707E"/>
    <w:rsid w:val="008449B3"/>
    <w:rsid w:val="0085747A"/>
    <w:rsid w:val="00884922"/>
    <w:rsid w:val="008859AE"/>
    <w:rsid w:val="00885F64"/>
    <w:rsid w:val="008913EA"/>
    <w:rsid w:val="008917F9"/>
    <w:rsid w:val="008A45F7"/>
    <w:rsid w:val="008A7F73"/>
    <w:rsid w:val="008C0CC0"/>
    <w:rsid w:val="008C19A9"/>
    <w:rsid w:val="008C379D"/>
    <w:rsid w:val="008C5147"/>
    <w:rsid w:val="008C5359"/>
    <w:rsid w:val="008C5363"/>
    <w:rsid w:val="008D22D1"/>
    <w:rsid w:val="008D290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5A7D"/>
    <w:rsid w:val="009C625B"/>
    <w:rsid w:val="009C788E"/>
    <w:rsid w:val="009D2C06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27430"/>
    <w:rsid w:val="00A30110"/>
    <w:rsid w:val="00A36899"/>
    <w:rsid w:val="00A371F6"/>
    <w:rsid w:val="00A37EBD"/>
    <w:rsid w:val="00A4164F"/>
    <w:rsid w:val="00A43BF6"/>
    <w:rsid w:val="00A53FA5"/>
    <w:rsid w:val="00A54817"/>
    <w:rsid w:val="00A601C8"/>
    <w:rsid w:val="00A60799"/>
    <w:rsid w:val="00A84C85"/>
    <w:rsid w:val="00A97DE1"/>
    <w:rsid w:val="00AA4733"/>
    <w:rsid w:val="00AB053C"/>
    <w:rsid w:val="00AB10B4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58B4"/>
    <w:rsid w:val="00C05F44"/>
    <w:rsid w:val="00C131B5"/>
    <w:rsid w:val="00C16ABF"/>
    <w:rsid w:val="00C170AE"/>
    <w:rsid w:val="00C17F97"/>
    <w:rsid w:val="00C23EC5"/>
    <w:rsid w:val="00C26CB7"/>
    <w:rsid w:val="00C324C1"/>
    <w:rsid w:val="00C36992"/>
    <w:rsid w:val="00C56036"/>
    <w:rsid w:val="00C61DC5"/>
    <w:rsid w:val="00C671A9"/>
    <w:rsid w:val="00C67E92"/>
    <w:rsid w:val="00C70A26"/>
    <w:rsid w:val="00C729BF"/>
    <w:rsid w:val="00C766DF"/>
    <w:rsid w:val="00C84119"/>
    <w:rsid w:val="00C94B98"/>
    <w:rsid w:val="00CA2B96"/>
    <w:rsid w:val="00CA5089"/>
    <w:rsid w:val="00CB42CB"/>
    <w:rsid w:val="00CC3BA1"/>
    <w:rsid w:val="00CC5495"/>
    <w:rsid w:val="00CD6897"/>
    <w:rsid w:val="00CE5BAC"/>
    <w:rsid w:val="00CF25BE"/>
    <w:rsid w:val="00CF78ED"/>
    <w:rsid w:val="00D02B25"/>
    <w:rsid w:val="00D02EBA"/>
    <w:rsid w:val="00D03758"/>
    <w:rsid w:val="00D04797"/>
    <w:rsid w:val="00D17C3C"/>
    <w:rsid w:val="00D26B2C"/>
    <w:rsid w:val="00D352C9"/>
    <w:rsid w:val="00D425B2"/>
    <w:rsid w:val="00D428D6"/>
    <w:rsid w:val="00D51F91"/>
    <w:rsid w:val="00D552B2"/>
    <w:rsid w:val="00D608D1"/>
    <w:rsid w:val="00D629C9"/>
    <w:rsid w:val="00D74119"/>
    <w:rsid w:val="00D8075B"/>
    <w:rsid w:val="00D8678B"/>
    <w:rsid w:val="00DA2114"/>
    <w:rsid w:val="00DD403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FF6"/>
    <w:rsid w:val="00E76287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C74CC"/>
    <w:rsid w:val="00ED03AB"/>
    <w:rsid w:val="00ED32D2"/>
    <w:rsid w:val="00EE32DE"/>
    <w:rsid w:val="00EE5457"/>
    <w:rsid w:val="00F070AB"/>
    <w:rsid w:val="00F17567"/>
    <w:rsid w:val="00F27A7B"/>
    <w:rsid w:val="00F46DA9"/>
    <w:rsid w:val="00F50FB8"/>
    <w:rsid w:val="00F526AF"/>
    <w:rsid w:val="00F617C3"/>
    <w:rsid w:val="00F7066B"/>
    <w:rsid w:val="00F75E4E"/>
    <w:rsid w:val="00F83B28"/>
    <w:rsid w:val="00F940F9"/>
    <w:rsid w:val="00F95DE0"/>
    <w:rsid w:val="00FA46E5"/>
    <w:rsid w:val="00FB3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6379"/>
  <w15:docId w15:val="{6FA1F8CD-0E77-4257-8C16-144CBD00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97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97548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2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2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27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ADE97-88A8-474F-BBF9-F5D53458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22</cp:revision>
  <cp:lastPrinted>2020-01-14T12:48:00Z</cp:lastPrinted>
  <dcterms:created xsi:type="dcterms:W3CDTF">2022-03-28T09:55:00Z</dcterms:created>
  <dcterms:modified xsi:type="dcterms:W3CDTF">2022-10-17T16:16:00Z</dcterms:modified>
</cp:coreProperties>
</file>